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024"/>
        <w:gridCol w:w="1037"/>
        <w:gridCol w:w="1747"/>
        <w:gridCol w:w="12"/>
        <w:gridCol w:w="1704"/>
        <w:gridCol w:w="349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643719" w:rsidRDefault="005C4CBE" w:rsidP="00335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3357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Cox/Spencer/</w:t>
            </w:r>
            <w:proofErr w:type="spellStart"/>
            <w:r w:rsidR="00335704">
              <w:rPr>
                <w:rFonts w:ascii="Times New Roman" w:hAnsi="Times New Roman" w:cs="Times New Roman"/>
                <w:b/>
                <w:sz w:val="24"/>
                <w:szCs w:val="24"/>
              </w:rPr>
              <w:t>Preslan</w:t>
            </w:r>
            <w:proofErr w:type="spellEnd"/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B2E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DB2E14">
              <w:rPr>
                <w:rFonts w:ascii="Times New Roman" w:hAnsi="Times New Roman" w:cs="Times New Roman"/>
                <w:sz w:val="24"/>
                <w:szCs w:val="24"/>
              </w:rPr>
              <w:t>: Week of August 27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BC2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2E14">
              <w:rPr>
                <w:rFonts w:ascii="Times New Roman" w:hAnsi="Times New Roman" w:cs="Times New Roman"/>
                <w:b/>
                <w:sz w:val="24"/>
                <w:szCs w:val="24"/>
              </w:rPr>
              <w:t>Wanted! A Few Good Friends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AF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1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CC303C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CC303C">
              <w:rPr>
                <w:rFonts w:ascii="Times New Roman" w:hAnsi="Times New Roman" w:cs="Times New Roman"/>
                <w:b/>
                <w:sz w:val="24"/>
                <w:szCs w:val="24"/>
              </w:rPr>
              <w:t>Reading/Writing/ Speaking and Listening</w:t>
            </w:r>
          </w:p>
          <w:p w:rsidR="008C13D7" w:rsidRPr="008C13D7" w:rsidRDefault="005C02BB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is it</w:t>
            </w:r>
            <w:r w:rsidR="00CC3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important for good readers, writers and speakers to remember the important details when retelling a story, poem, or informational text?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F314F3" w:rsidRDefault="00F314F3" w:rsidP="000A0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0A0B7F" w:rsidRPr="000A0B7F" w:rsidRDefault="00F314F3" w:rsidP="000A0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  <w:r w:rsidR="000A0B7F" w:rsidRPr="000A0B7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5C4CBE" w:rsidRDefault="000A0B7F" w:rsidP="000A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B7F">
              <w:rPr>
                <w:rFonts w:ascii="Times New Roman" w:hAnsi="Times New Roman" w:cs="Times New Roman"/>
                <w:sz w:val="24"/>
                <w:szCs w:val="24"/>
              </w:rPr>
              <w:t xml:space="preserve">Book, Officer Buckle and Gloria, Chart paper, </w:t>
            </w:r>
            <w:r w:rsidR="00F314F3"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0A0B7F" w:rsidRDefault="000A0B7F" w:rsidP="000A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A0B7F" w:rsidRDefault="000A0B7F" w:rsidP="000A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Book, What if Everybody did that?</w:t>
            </w:r>
            <w:r w:rsidR="00F314F3">
              <w:rPr>
                <w:rFonts w:ascii="Times New Roman" w:hAnsi="Times New Roman" w:cs="Times New Roman"/>
                <w:sz w:val="24"/>
                <w:szCs w:val="24"/>
              </w:rPr>
              <w:t xml:space="preserve"> Writing paper,</w:t>
            </w:r>
            <w:r w:rsidR="00F140DD">
              <w:rPr>
                <w:rFonts w:ascii="Times New Roman" w:hAnsi="Times New Roman" w:cs="Times New Roman"/>
                <w:sz w:val="24"/>
                <w:szCs w:val="24"/>
              </w:rPr>
              <w:t xml:space="preserve"> pencils, crayons</w:t>
            </w:r>
            <w:r w:rsidR="00F31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14F3" w:rsidRDefault="00F314F3" w:rsidP="000A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Soc. Studies book,  Copies of song-rules</w:t>
            </w:r>
          </w:p>
          <w:p w:rsidR="00F314F3" w:rsidRDefault="00F314F3" w:rsidP="000A0B7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Book, Lilly’s Purple Plastic Purse, Classroom book of rules, Chart Paper, markers</w:t>
            </w:r>
          </w:p>
          <w:p w:rsidR="005C4CBE" w:rsidRPr="00F314F3" w:rsidRDefault="00F314F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F314F3" w:rsidRDefault="00F314F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Chart paper, writing paper, pencils, crayons, markers</w:t>
            </w:r>
          </w:p>
          <w:p w:rsidR="00F314F3" w:rsidRDefault="00F314F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Chart paper, writing paper, pencils, crayons, markers</w:t>
            </w:r>
          </w:p>
          <w:p w:rsidR="00F314F3" w:rsidRDefault="00F314F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Blank PBIS booklets for each student, pencils and crayons</w:t>
            </w:r>
          </w:p>
          <w:p w:rsidR="00F314F3" w:rsidRDefault="00F314F3" w:rsidP="003D7D31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Chart from Lilly’s purple purse, folded paper for each student, </w:t>
            </w:r>
          </w:p>
          <w:p w:rsidR="00F314F3" w:rsidRDefault="00F314F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F314F3" w:rsidRDefault="00F314F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Sentence strips with students names, red and green crayons, </w:t>
            </w:r>
          </w:p>
          <w:p w:rsidR="00F140DD" w:rsidRPr="00F140DD" w:rsidRDefault="00F140D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2/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materials needed</w:t>
            </w:r>
          </w:p>
          <w:p w:rsidR="00F140DD" w:rsidRDefault="00F140D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WWJournals</w:t>
            </w:r>
            <w:proofErr w:type="spellEnd"/>
          </w:p>
          <w:p w:rsidR="00F140DD" w:rsidRPr="00F140DD" w:rsidRDefault="00F140D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Chart paper, markers, index cards for sorting, pocket chart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02BB" w:rsidRDefault="008F3C4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Rules, </w:t>
            </w:r>
          </w:p>
          <w:p w:rsidR="005C02BB" w:rsidRDefault="002454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consequences, </w:t>
            </w:r>
          </w:p>
          <w:p w:rsidR="005C02BB" w:rsidRDefault="002454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citizens, </w:t>
            </w:r>
          </w:p>
          <w:p w:rsidR="005C02BB" w:rsidRDefault="002454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author, </w:t>
            </w:r>
          </w:p>
          <w:p w:rsidR="005C02BB" w:rsidRDefault="002454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illustrations, </w:t>
            </w:r>
          </w:p>
          <w:p w:rsidR="005C4CBE" w:rsidRDefault="002454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retelling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</w:t>
            </w:r>
            <w:bookmarkStart w:id="0" w:name="_GoBack"/>
            <w:bookmarkEnd w:id="0"/>
            <w:r w:rsidRPr="00D801CF">
              <w:rPr>
                <w:rFonts w:ascii="Times New Roman" w:hAnsi="Times New Roman" w:cs="Times New Roman"/>
              </w:rPr>
              <w:t>ent</w:t>
            </w:r>
          </w:p>
        </w:tc>
        <w:tc>
          <w:tcPr>
            <w:tcW w:w="8478" w:type="dxa"/>
            <w:gridSpan w:val="5"/>
          </w:tcPr>
          <w:p w:rsidR="009A0C5B" w:rsidRDefault="003F39B8" w:rsidP="00AF0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r w:rsidR="009A0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A0C5B" w:rsidRDefault="009A0C5B" w:rsidP="00AF0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0E8C" w:rsidRDefault="009A0C5B" w:rsidP="009A0C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 </w:t>
            </w:r>
            <w:r w:rsidR="00AF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F0E8C" w:rsidRDefault="00AF0E8C" w:rsidP="00AF0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0E8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F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RL 1.2</w:t>
            </w:r>
          </w:p>
          <w:p w:rsidR="003F39B8" w:rsidRDefault="009A0C5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DD6FE2">
              <w:rPr>
                <w:rFonts w:ascii="Times New Roman" w:hAnsi="Times New Roman" w:cs="Times New Roman"/>
                <w:b/>
                <w:sz w:val="24"/>
                <w:szCs w:val="24"/>
              </w:rPr>
              <w:t>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retell a story and include important details.</w:t>
            </w:r>
          </w:p>
          <w:p w:rsidR="002C4ED8" w:rsidRDefault="003F39B8" w:rsidP="006006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C5B">
              <w:rPr>
                <w:rFonts w:ascii="Times New Roman" w:hAnsi="Times New Roman" w:cs="Times New Roman"/>
                <w:b/>
                <w:sz w:val="24"/>
                <w:szCs w:val="24"/>
              </w:rPr>
              <w:t>Ins</w:t>
            </w:r>
            <w:r w:rsidR="002C4ED8">
              <w:rPr>
                <w:rFonts w:ascii="Times New Roman" w:hAnsi="Times New Roman" w:cs="Times New Roman"/>
                <w:b/>
                <w:sz w:val="24"/>
                <w:szCs w:val="24"/>
              </w:rPr>
              <w:t>tructional Plan:</w:t>
            </w:r>
          </w:p>
          <w:p w:rsidR="006006B3" w:rsidRDefault="006006B3" w:rsidP="006006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1DCD" w:rsidRPr="006006B3" w:rsidRDefault="002A1DCD" w:rsidP="006006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1DCD" w:rsidRDefault="002A1DCD" w:rsidP="002C4ED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</w:t>
            </w:r>
            <w:r w:rsidRPr="002A1DCD">
              <w:rPr>
                <w:rFonts w:ascii="Times New Roman" w:hAnsi="Times New Roman" w:cs="Times New Roman"/>
                <w:sz w:val="24"/>
                <w:szCs w:val="24"/>
              </w:rPr>
              <w:t>s rules with students and why rules are important in the classroom/ and school. (What would happen if we had no rules?)</w:t>
            </w:r>
          </w:p>
          <w:p w:rsidR="002A1DCD" w:rsidRDefault="002A1DCD" w:rsidP="002A1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Vocabulary</w:t>
            </w:r>
            <w:r w:rsidR="002454E0">
              <w:rPr>
                <w:rFonts w:ascii="Times New Roman" w:hAnsi="Times New Roman" w:cs="Times New Roman"/>
                <w:sz w:val="24"/>
                <w:szCs w:val="24"/>
              </w:rPr>
              <w:t>-rules, consequences, citizens</w:t>
            </w:r>
          </w:p>
          <w:p w:rsidR="009A0C5B" w:rsidRPr="002A1DCD" w:rsidRDefault="009A0C5B" w:rsidP="002A1DC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1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Read aloud the book, </w:t>
            </w:r>
            <w:r w:rsidR="008F3C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Officer Buckle and Gloria </w:t>
            </w:r>
            <w:r w:rsidR="008F3C42">
              <w:rPr>
                <w:rFonts w:ascii="Times New Roman" w:hAnsi="Times New Roman" w:cs="Times New Roman"/>
                <w:sz w:val="24"/>
                <w:szCs w:val="24"/>
              </w:rPr>
              <w:t xml:space="preserve">by Peggy </w:t>
            </w:r>
            <w:proofErr w:type="spellStart"/>
            <w:r w:rsidR="008F3C42">
              <w:rPr>
                <w:rFonts w:ascii="Times New Roman" w:hAnsi="Times New Roman" w:cs="Times New Roman"/>
                <w:sz w:val="24"/>
                <w:szCs w:val="24"/>
              </w:rPr>
              <w:t>Rathmann</w:t>
            </w:r>
            <w:proofErr w:type="spellEnd"/>
            <w:r w:rsidR="008F3C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A7E" w:rsidRPr="00237A7E" w:rsidRDefault="00237A7E" w:rsidP="009A0C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7A7E">
              <w:rPr>
                <w:rFonts w:ascii="Times New Roman" w:hAnsi="Times New Roman" w:cs="Times New Roman"/>
                <w:sz w:val="24"/>
                <w:szCs w:val="24"/>
              </w:rPr>
              <w:t>Retell story focusing on rules characters used in the book.</w:t>
            </w:r>
          </w:p>
          <w:p w:rsidR="00237A7E" w:rsidRDefault="009A0C5B" w:rsidP="002C4ED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7A7E">
              <w:rPr>
                <w:rFonts w:ascii="Times New Roman" w:hAnsi="Times New Roman" w:cs="Times New Roman"/>
                <w:sz w:val="24"/>
                <w:szCs w:val="24"/>
              </w:rPr>
              <w:t>Create a list of rules for our classroom</w:t>
            </w:r>
            <w:r w:rsidR="00237A7E" w:rsidRPr="00237A7E">
              <w:rPr>
                <w:rFonts w:ascii="Times New Roman" w:hAnsi="Times New Roman" w:cs="Times New Roman"/>
                <w:sz w:val="24"/>
                <w:szCs w:val="24"/>
              </w:rPr>
              <w:t xml:space="preserve"> on chart paper, post in classroom.</w:t>
            </w:r>
          </w:p>
          <w:p w:rsidR="002C4ED8" w:rsidRPr="002C4ED8" w:rsidRDefault="002C4ED8" w:rsidP="002C4ED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7E" w:rsidRPr="00237A7E" w:rsidRDefault="00237A7E" w:rsidP="0023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A7E"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2A1DCD" w:rsidRDefault="00237A7E" w:rsidP="0023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237A7E" w:rsidRPr="00D654DF" w:rsidRDefault="00237A7E" w:rsidP="00237A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 from previous day.</w:t>
            </w:r>
          </w:p>
          <w:p w:rsidR="00237A7E" w:rsidRPr="00CF4C1E" w:rsidRDefault="00CF4C1E" w:rsidP="00237A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 will practice “singing the rules” to the tune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  London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Bridges Falling Down.</w:t>
            </w:r>
          </w:p>
          <w:p w:rsidR="00CF4C1E" w:rsidRPr="00CF4C1E" w:rsidRDefault="00CF4C1E" w:rsidP="00237A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aloud</w:t>
            </w:r>
            <w:r w:rsidR="008F3C42">
              <w:rPr>
                <w:rFonts w:ascii="Times New Roman" w:hAnsi="Times New Roman" w:cs="Times New Roman"/>
                <w:sz w:val="24"/>
                <w:szCs w:val="24"/>
              </w:rPr>
              <w:t xml:space="preserve"> and discuss rules and consequences.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F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What if everybody did that? </w:t>
            </w:r>
            <w:r w:rsidR="001E4F7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1E4F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E4F75">
              <w:rPr>
                <w:rFonts w:ascii="Times New Roman" w:hAnsi="Times New Roman" w:cs="Times New Roman"/>
                <w:sz w:val="24"/>
                <w:szCs w:val="24"/>
              </w:rPr>
              <w:t xml:space="preserve">Ellen </w:t>
            </w:r>
            <w:proofErr w:type="spellStart"/>
            <w:r w:rsidR="001E4F75">
              <w:rPr>
                <w:rFonts w:ascii="Times New Roman" w:hAnsi="Times New Roman" w:cs="Times New Roman"/>
                <w:sz w:val="24"/>
                <w:szCs w:val="24"/>
              </w:rPr>
              <w:t>Javernick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CF4C1E" w:rsidRPr="002D0882" w:rsidRDefault="002D0882" w:rsidP="00237A7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student will copy and illustrate one rule from the list. Teacher will keep and create a class book about rules.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</w:t>
            </w:r>
          </w:p>
          <w:p w:rsidR="002D0882" w:rsidRDefault="002D088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401B10" w:rsidRPr="00401B10" w:rsidRDefault="002D0882" w:rsidP="002D088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0">
              <w:rPr>
                <w:rFonts w:ascii="Times New Roman" w:hAnsi="Times New Roman" w:cs="Times New Roman"/>
                <w:sz w:val="24"/>
                <w:szCs w:val="24"/>
              </w:rPr>
              <w:t>Begin lesson by singing the song of our class rules/</w:t>
            </w:r>
            <w:r w:rsidR="006006B3">
              <w:rPr>
                <w:rFonts w:ascii="Times New Roman" w:hAnsi="Times New Roman" w:cs="Times New Roman"/>
                <w:sz w:val="24"/>
                <w:szCs w:val="24"/>
              </w:rPr>
              <w:t>guide students for</w:t>
            </w:r>
            <w:r w:rsidRPr="00401B10">
              <w:rPr>
                <w:rFonts w:ascii="Times New Roman" w:hAnsi="Times New Roman" w:cs="Times New Roman"/>
                <w:sz w:val="24"/>
                <w:szCs w:val="24"/>
              </w:rPr>
              <w:t xml:space="preserve"> acting out with hand motions, gestures.</w:t>
            </w:r>
          </w:p>
          <w:p w:rsidR="00401B10" w:rsidRDefault="00401B10" w:rsidP="002D088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aloud </w:t>
            </w:r>
            <w:r w:rsidR="006006B3">
              <w:rPr>
                <w:rFonts w:ascii="Times New Roman" w:hAnsi="Times New Roman" w:cs="Times New Roman"/>
                <w:sz w:val="24"/>
                <w:szCs w:val="24"/>
              </w:rPr>
              <w:t xml:space="preserve">Lesson 3 from social studies book, Following </w:t>
            </w:r>
            <w:proofErr w:type="gramStart"/>
            <w:r w:rsidR="006006B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="006006B3">
              <w:rPr>
                <w:rFonts w:ascii="Times New Roman" w:hAnsi="Times New Roman" w:cs="Times New Roman"/>
                <w:sz w:val="24"/>
                <w:szCs w:val="24"/>
              </w:rPr>
              <w:t xml:space="preserve"> Rules.  Students will understand why </w:t>
            </w:r>
            <w:proofErr w:type="spellStart"/>
            <w:proofErr w:type="gramStart"/>
            <w:r w:rsidR="006006B3"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  <w:proofErr w:type="spellEnd"/>
            <w:proofErr w:type="gramEnd"/>
            <w:r w:rsidR="006006B3">
              <w:rPr>
                <w:rFonts w:ascii="Times New Roman" w:hAnsi="Times New Roman" w:cs="Times New Roman"/>
                <w:sz w:val="24"/>
                <w:szCs w:val="24"/>
              </w:rPr>
              <w:t xml:space="preserve"> important to follow rules.</w:t>
            </w:r>
            <w:r w:rsidR="002D0882" w:rsidRPr="00401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6B3">
              <w:rPr>
                <w:rFonts w:ascii="Times New Roman" w:hAnsi="Times New Roman" w:cs="Times New Roman"/>
                <w:sz w:val="24"/>
                <w:szCs w:val="24"/>
              </w:rPr>
              <w:t>Discuss consequences.</w:t>
            </w:r>
          </w:p>
          <w:p w:rsidR="002D0882" w:rsidRPr="002A1DCD" w:rsidRDefault="00401B10" w:rsidP="002A1DC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10">
              <w:rPr>
                <w:rFonts w:ascii="Times New Roman" w:hAnsi="Times New Roman" w:cs="Times New Roman"/>
                <w:sz w:val="24"/>
                <w:szCs w:val="24"/>
              </w:rPr>
              <w:t>Students are given a sheet with words for the song, as they sing students will point to the words.</w:t>
            </w:r>
          </w:p>
          <w:p w:rsidR="002A1DCD" w:rsidRDefault="002A1DCD" w:rsidP="002A1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</w:p>
          <w:p w:rsidR="002A1DCD" w:rsidRDefault="002A1DCD" w:rsidP="002A1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2A1DCD" w:rsidRPr="000B2C8B" w:rsidRDefault="000B2C8B" w:rsidP="002A1DC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 with song/motions.</w:t>
            </w:r>
          </w:p>
          <w:p w:rsidR="000B2C8B" w:rsidRPr="000B2C8B" w:rsidRDefault="000B2C8B" w:rsidP="002A1DC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aloud class book that students have made (Tuesday), allow each student to share his/her page.</w:t>
            </w:r>
          </w:p>
          <w:p w:rsidR="001E4F75" w:rsidRPr="001E4F75" w:rsidRDefault="000B2C8B" w:rsidP="002A1DC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aloud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Lillies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Purple Purse</w:t>
            </w:r>
            <w:r w:rsidR="001E4F75"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Henkes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4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A1DCD" w:rsidRPr="000B2C8B" w:rsidRDefault="008F3C42" w:rsidP="008F3C4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</w:t>
            </w:r>
            <w:r w:rsidR="001E4F75">
              <w:rPr>
                <w:rFonts w:ascii="Times New Roman" w:hAnsi="Times New Roman" w:cs="Times New Roman"/>
                <w:sz w:val="24"/>
                <w:szCs w:val="24"/>
              </w:rPr>
              <w:t xml:space="preserve">a class room T chart to show, What Lilly Did, What Lilly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r w:rsidR="000B2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 Done Differently.</w:t>
            </w:r>
            <w:r w:rsidR="000B2C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.</w:t>
            </w: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882" w:rsidRPr="002D0882" w:rsidRDefault="002D0882" w:rsidP="002D0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D91126" w:rsidRDefault="00D91126" w:rsidP="00D9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C7D33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proofErr w:type="spellEnd"/>
            <w:r w:rsidR="00DC7D33">
              <w:rPr>
                <w:rFonts w:ascii="Times New Roman" w:hAnsi="Times New Roman" w:cs="Times New Roman"/>
                <w:b/>
                <w:sz w:val="24"/>
                <w:szCs w:val="24"/>
              </w:rPr>
              <w:t>. 1.5</w:t>
            </w:r>
          </w:p>
          <w:p w:rsidR="00D91126" w:rsidRDefault="00DD6FE2" w:rsidP="00D9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proofErr w:type="gramStart"/>
            <w:r w:rsidR="00D911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E3A3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="009E3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 pictures to show ideas, thoughts, and feelings.</w:t>
            </w:r>
          </w:p>
          <w:p w:rsidR="003F39B8" w:rsidRDefault="003F39B8" w:rsidP="00D9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2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D91126" w:rsidRPr="00D91126" w:rsidRDefault="00D91126" w:rsidP="00D9112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a class list of words that describe Gloria, (adjectives).</w:t>
            </w:r>
          </w:p>
          <w:p w:rsidR="00D91126" w:rsidRPr="00DC7D33" w:rsidRDefault="00D91126" w:rsidP="00D9112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a sentence that completes their opinion of Gloria, example:  I like Gloria because she is ________________.  Choose a word from the chart to complete the sentence.</w:t>
            </w:r>
          </w:p>
          <w:p w:rsidR="00DC7D33" w:rsidRPr="00D91126" w:rsidRDefault="00DC7D33" w:rsidP="00D9112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draw a picture to go with their sentence.</w:t>
            </w:r>
          </w:p>
          <w:p w:rsidR="003F39B8" w:rsidRDefault="009E3A3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9E3A30" w:rsidRDefault="009E3A3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9E3A30" w:rsidRDefault="00BC2B4F" w:rsidP="009E3A3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Brainstorm with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ways they can show good citizenship in the classroom/school. Chart student responses.</w:t>
            </w:r>
          </w:p>
          <w:p w:rsidR="00BC2B4F" w:rsidRDefault="00BC2B4F" w:rsidP="009E3A3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illustrate themselves being a good citizen.</w:t>
            </w:r>
          </w:p>
          <w:p w:rsidR="00BC2B4F" w:rsidRDefault="00CC6946" w:rsidP="009E3A30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and discuss punctuation, capitals and periods.</w:t>
            </w:r>
          </w:p>
          <w:p w:rsidR="00BC2B4F" w:rsidRDefault="00BC2B4F" w:rsidP="00CC694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6946">
              <w:rPr>
                <w:rFonts w:ascii="Times New Roman" w:hAnsi="Times New Roman" w:cs="Times New Roman"/>
                <w:sz w:val="24"/>
                <w:szCs w:val="24"/>
              </w:rPr>
              <w:t>Write a complete sentence to match illustration.</w:t>
            </w:r>
            <w:r w:rsidR="00CC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946" w:rsidRDefault="00CC6946" w:rsidP="00CC694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Share as time allows.</w:t>
            </w:r>
          </w:p>
          <w:p w:rsidR="00CC6946" w:rsidRDefault="00CC6946" w:rsidP="00CC69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</w:t>
            </w:r>
          </w:p>
          <w:p w:rsidR="00994DC1" w:rsidRDefault="00CC6946" w:rsidP="00994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994DC1" w:rsidRPr="00994DC1" w:rsidRDefault="00994DC1" w:rsidP="00994DC1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and discuss proper punctuation, capitals and periods.</w:t>
            </w:r>
          </w:p>
          <w:p w:rsidR="00CC6946" w:rsidRPr="00994DC1" w:rsidRDefault="00994DC1" w:rsidP="00CC694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keeping with PBIS, students will make 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book,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each page represents a letter such as P-for, Practice Self Control. Student illustrates himself on each page following the rules….a total of four pages.</w:t>
            </w:r>
          </w:p>
          <w:p w:rsidR="00994DC1" w:rsidRPr="002C4ED8" w:rsidRDefault="00994DC1" w:rsidP="00CC694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share completed work w</w:t>
            </w:r>
            <w:r w:rsidR="002C4ED8">
              <w:rPr>
                <w:rFonts w:ascii="Times New Roman" w:hAnsi="Times New Roman" w:cs="Times New Roman"/>
                <w:sz w:val="24"/>
                <w:szCs w:val="24"/>
              </w:rPr>
              <w:t xml:space="preserve">ith their table partners.  </w:t>
            </w:r>
          </w:p>
          <w:p w:rsidR="002C4ED8" w:rsidRDefault="002C4ED8" w:rsidP="002C4E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</w:p>
          <w:p w:rsidR="002C4ED8" w:rsidRDefault="002C4ED8" w:rsidP="002C4E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2C4ED8" w:rsidRPr="002608B7" w:rsidRDefault="002608B7" w:rsidP="002C4ED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T Chart from Lilly's Purple Purse.</w:t>
            </w:r>
          </w:p>
          <w:p w:rsidR="002608B7" w:rsidRPr="002608B7" w:rsidRDefault="002608B7" w:rsidP="002C4ED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and discuss proper punctuation, capitals and periods.</w:t>
            </w:r>
          </w:p>
          <w:p w:rsidR="002608B7" w:rsidRPr="002608B7" w:rsidRDefault="002608B7" w:rsidP="002C4ED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Using folded paper, on one side students will write-“I am a good citizen when__________________.  On the other side, “I am not a good citizen when __________________.  </w:t>
            </w:r>
          </w:p>
          <w:p w:rsidR="002608B7" w:rsidRPr="002C4ED8" w:rsidRDefault="002608B7" w:rsidP="002C4ED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students work.</w:t>
            </w:r>
          </w:p>
          <w:p w:rsidR="00CC6946" w:rsidRPr="009E3A30" w:rsidRDefault="00CC6946" w:rsidP="00CC694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0508E">
              <w:rPr>
                <w:rFonts w:ascii="Times New Roman" w:hAnsi="Times New Roman" w:cs="Times New Roman"/>
                <w:b/>
                <w:sz w:val="24"/>
                <w:szCs w:val="24"/>
              </w:rPr>
              <w:t>RF</w:t>
            </w:r>
            <w:proofErr w:type="spellEnd"/>
            <w:proofErr w:type="gramEnd"/>
            <w:r w:rsidR="00905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1.2a Identify short a sounds in words.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F4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identify vowels and consonants.</w:t>
            </w:r>
          </w:p>
          <w:p w:rsidR="002C4ED8" w:rsidRDefault="002C4ED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3F39B8" w:rsidRDefault="002C4ED8" w:rsidP="002C4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ED8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2608B7" w:rsidRPr="00CF426C" w:rsidRDefault="00CF426C" w:rsidP="002608B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consonants and vowels using alphabet chart.  Students will be given a sentence strip with their name printed in black marker.  Vowels will be circled with red, consonants circled in green crayon.</w:t>
            </w:r>
          </w:p>
          <w:p w:rsidR="00CF426C" w:rsidRPr="0090508E" w:rsidRDefault="00CF426C" w:rsidP="002608B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choose five words within the classroom to write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r w:rsidR="00316C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vowels (red) and consonants (green).</w:t>
            </w:r>
          </w:p>
          <w:p w:rsidR="003F39B8" w:rsidRDefault="00316CC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316CC2" w:rsidRDefault="00316CC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316CC2" w:rsidRPr="00316CC2" w:rsidRDefault="00316CC2" w:rsidP="00316CC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word wall words, choral read.</w:t>
            </w:r>
          </w:p>
          <w:p w:rsidR="00316CC2" w:rsidRPr="0090508E" w:rsidRDefault="00307FB4" w:rsidP="00316CC2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Clap the spellings of each word wall word.</w:t>
            </w:r>
          </w:p>
          <w:p w:rsidR="00307FB4" w:rsidRDefault="00307FB4" w:rsidP="00307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4">
              <w:rPr>
                <w:rFonts w:ascii="Times New Roman" w:hAnsi="Times New Roman" w:cs="Times New Roman"/>
                <w:b/>
                <w:sz w:val="24"/>
                <w:szCs w:val="24"/>
              </w:rPr>
              <w:t>Day 3</w:t>
            </w:r>
          </w:p>
          <w:p w:rsidR="00307FB4" w:rsidRDefault="00307FB4" w:rsidP="00307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307FB4" w:rsidRPr="00307FB4" w:rsidRDefault="00307FB4" w:rsidP="00307FB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</w:t>
            </w:r>
            <w:r w:rsidR="00F140DD">
              <w:rPr>
                <w:rFonts w:ascii="Times New Roman" w:hAnsi="Times New Roman" w:cs="Times New Roman"/>
                <w:sz w:val="24"/>
                <w:szCs w:val="24"/>
              </w:rPr>
              <w:t xml:space="preserve">dents write each word wall word in their </w:t>
            </w:r>
            <w:proofErr w:type="spellStart"/>
            <w:r w:rsidR="00F140DD">
              <w:rPr>
                <w:rFonts w:ascii="Times New Roman" w:hAnsi="Times New Roman" w:cs="Times New Roman"/>
                <w:sz w:val="24"/>
                <w:szCs w:val="24"/>
              </w:rPr>
              <w:t>WWJournal</w:t>
            </w:r>
            <w:proofErr w:type="spellEnd"/>
            <w:r w:rsidR="00F14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FB4" w:rsidRPr="0090508E" w:rsidRDefault="00307FB4" w:rsidP="00307FB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vowels and consonants as we did on day 1.</w:t>
            </w:r>
          </w:p>
          <w:p w:rsidR="0090508E" w:rsidRPr="0090508E" w:rsidRDefault="0090508E" w:rsidP="0090508E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508E" w:rsidRPr="0090508E" w:rsidRDefault="0090508E" w:rsidP="00905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08E">
              <w:rPr>
                <w:rFonts w:ascii="Times New Roman" w:hAnsi="Times New Roman" w:cs="Times New Roman"/>
                <w:b/>
                <w:sz w:val="24"/>
                <w:szCs w:val="24"/>
              </w:rPr>
              <w:t>I can identify short a vowel sounds in words.</w:t>
            </w:r>
          </w:p>
          <w:p w:rsidR="00307FB4" w:rsidRDefault="00307FB4" w:rsidP="00307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FB4"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</w:p>
          <w:p w:rsidR="00307FB4" w:rsidRDefault="00307FB4" w:rsidP="00307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</w:t>
            </w:r>
          </w:p>
          <w:p w:rsidR="00307FB4" w:rsidRPr="00307FB4" w:rsidRDefault="00307FB4" w:rsidP="00307FB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short /a/ and final </w:t>
            </w:r>
            <w:r w:rsidR="008C32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proofErr w:type="spellEnd"/>
            <w:r w:rsidR="008C32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sounds.</w:t>
            </w:r>
          </w:p>
          <w:p w:rsidR="00307FB4" w:rsidRPr="008C3295" w:rsidRDefault="00307FB4" w:rsidP="00307FB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Create a class chart of short /a/ words. Encourage each student to come up and write his/her word on the chart-give help as needed. </w:t>
            </w:r>
          </w:p>
          <w:p w:rsidR="008C3295" w:rsidRPr="008C3295" w:rsidRDefault="008C3295" w:rsidP="00307FB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chart in classroom</w:t>
            </w:r>
          </w:p>
          <w:p w:rsidR="008C3295" w:rsidRPr="00307FB4" w:rsidRDefault="008C3295" w:rsidP="00307FB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final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sound, distribute index cards with words ending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others ending in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/.  Students will bring their card to front of room and (sort) place it on correct side of pocket chart.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FE739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="0041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SL.1.1 </w:t>
            </w:r>
            <w:r w:rsidR="00C120D5">
              <w:rPr>
                <w:rFonts w:ascii="Times New Roman" w:hAnsi="Times New Roman" w:cs="Times New Roman"/>
                <w:b/>
                <w:sz w:val="24"/>
                <w:szCs w:val="24"/>
              </w:rPr>
              <w:t>“participating in collaborative conversations with diverse partners”. Requires explicit instruction with extensive modeling from teacher, followed by opportunities to practice.</w:t>
            </w:r>
          </w:p>
          <w:p w:rsidR="00CC303C" w:rsidRDefault="00CC303C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listen to and retell a story using complete sentences.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FC3B86" w:rsidRDefault="00FC3B86" w:rsidP="00FC3B8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are rules important?</w:t>
            </w:r>
            <w:r w:rsidR="004B2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discuss in small groups and share thoughts with class.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DB2E14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DB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DB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DB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DB2E14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CC303C" w:rsidRDefault="00CC303C" w:rsidP="00CC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create a poster t</w:t>
            </w:r>
            <w:r w:rsidR="0028639A">
              <w:rPr>
                <w:rFonts w:ascii="Times New Roman" w:hAnsi="Times New Roman" w:cs="Times New Roman"/>
                <w:sz w:val="24"/>
                <w:szCs w:val="24"/>
              </w:rPr>
              <w:t>o add new rules for the class. They can share poster with the class.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CC303C" w:rsidRDefault="0028639A" w:rsidP="00CC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make a poster of the class rules which they can take home.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28639A" w:rsidRDefault="0028639A" w:rsidP="0028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Daily: Encourage students to share thoughts and ideas during class and work cooperatively in groups when necessary.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02BB" w:rsidRDefault="005C02BB" w:rsidP="005C02B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DRAs</w:t>
            </w:r>
          </w:p>
          <w:p w:rsidR="005C02BB" w:rsidRDefault="005C02BB" w:rsidP="005C02B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 Inventory</w:t>
            </w:r>
          </w:p>
          <w:p w:rsidR="005C02BB" w:rsidRDefault="005C02BB" w:rsidP="005C02B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 Assessment</w:t>
            </w:r>
          </w:p>
          <w:p w:rsidR="005C02BB" w:rsidRDefault="005C02BB" w:rsidP="005C02B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Performance Task One</w:t>
            </w:r>
          </w:p>
          <w:p w:rsidR="005C02BB" w:rsidRPr="005C02BB" w:rsidRDefault="005C02BB" w:rsidP="005C02B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295" w:rsidRDefault="008C3295" w:rsidP="00D7779B">
      <w:pPr>
        <w:spacing w:after="0" w:line="240" w:lineRule="auto"/>
      </w:pPr>
      <w:r>
        <w:separator/>
      </w:r>
    </w:p>
  </w:endnote>
  <w:endnote w:type="continuationSeparator" w:id="0">
    <w:p w:rsidR="008C3295" w:rsidRDefault="008C329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95" w:rsidRDefault="008C3295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295" w:rsidRDefault="008C3295" w:rsidP="00D7779B">
      <w:pPr>
        <w:spacing w:after="0" w:line="240" w:lineRule="auto"/>
      </w:pPr>
      <w:r>
        <w:separator/>
      </w:r>
    </w:p>
  </w:footnote>
  <w:footnote w:type="continuationSeparator" w:id="0">
    <w:p w:rsidR="008C3295" w:rsidRDefault="008C329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539"/>
    <w:multiLevelType w:val="hybridMultilevel"/>
    <w:tmpl w:val="47CC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11848"/>
    <w:multiLevelType w:val="hybridMultilevel"/>
    <w:tmpl w:val="8F506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61A9B"/>
    <w:multiLevelType w:val="hybridMultilevel"/>
    <w:tmpl w:val="0840D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52432"/>
    <w:multiLevelType w:val="hybridMultilevel"/>
    <w:tmpl w:val="A7D8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F0BDC"/>
    <w:multiLevelType w:val="hybridMultilevel"/>
    <w:tmpl w:val="16528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35546"/>
    <w:multiLevelType w:val="hybridMultilevel"/>
    <w:tmpl w:val="69AEB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5506C"/>
    <w:multiLevelType w:val="hybridMultilevel"/>
    <w:tmpl w:val="6DC46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86F0D"/>
    <w:multiLevelType w:val="hybridMultilevel"/>
    <w:tmpl w:val="273C7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A3682"/>
    <w:multiLevelType w:val="hybridMultilevel"/>
    <w:tmpl w:val="E8B87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612BD"/>
    <w:multiLevelType w:val="hybridMultilevel"/>
    <w:tmpl w:val="204C7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951AB"/>
    <w:multiLevelType w:val="hybridMultilevel"/>
    <w:tmpl w:val="C5445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B879DE"/>
    <w:multiLevelType w:val="hybridMultilevel"/>
    <w:tmpl w:val="164C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716AF"/>
    <w:multiLevelType w:val="hybridMultilevel"/>
    <w:tmpl w:val="A7D88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951BC7"/>
    <w:multiLevelType w:val="hybridMultilevel"/>
    <w:tmpl w:val="8B2A6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C95944"/>
    <w:multiLevelType w:val="hybridMultilevel"/>
    <w:tmpl w:val="6B6EC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4167C"/>
    <w:multiLevelType w:val="hybridMultilevel"/>
    <w:tmpl w:val="90905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34DB9"/>
    <w:multiLevelType w:val="hybridMultilevel"/>
    <w:tmpl w:val="780242A2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454A00"/>
    <w:multiLevelType w:val="hybridMultilevel"/>
    <w:tmpl w:val="BDFCE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F4255"/>
    <w:multiLevelType w:val="hybridMultilevel"/>
    <w:tmpl w:val="DEE0D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4B2352"/>
    <w:multiLevelType w:val="hybridMultilevel"/>
    <w:tmpl w:val="5906A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F27B8"/>
    <w:multiLevelType w:val="hybridMultilevel"/>
    <w:tmpl w:val="0B5E6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A0804"/>
    <w:multiLevelType w:val="hybridMultilevel"/>
    <w:tmpl w:val="4940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A71461"/>
    <w:multiLevelType w:val="hybridMultilevel"/>
    <w:tmpl w:val="1D2E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9678E"/>
    <w:multiLevelType w:val="hybridMultilevel"/>
    <w:tmpl w:val="EEEA4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11"/>
    <w:multiLevelType w:val="hybridMultilevel"/>
    <w:tmpl w:val="C218A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720E17"/>
    <w:multiLevelType w:val="hybridMultilevel"/>
    <w:tmpl w:val="937C9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8"/>
  </w:num>
  <w:num w:numId="5">
    <w:abstractNumId w:val="19"/>
  </w:num>
  <w:num w:numId="6">
    <w:abstractNumId w:val="16"/>
  </w:num>
  <w:num w:numId="7">
    <w:abstractNumId w:val="21"/>
  </w:num>
  <w:num w:numId="8">
    <w:abstractNumId w:val="3"/>
  </w:num>
  <w:num w:numId="9">
    <w:abstractNumId w:val="2"/>
  </w:num>
  <w:num w:numId="10">
    <w:abstractNumId w:val="12"/>
  </w:num>
  <w:num w:numId="11">
    <w:abstractNumId w:val="0"/>
  </w:num>
  <w:num w:numId="12">
    <w:abstractNumId w:val="22"/>
  </w:num>
  <w:num w:numId="13">
    <w:abstractNumId w:val="5"/>
  </w:num>
  <w:num w:numId="14">
    <w:abstractNumId w:val="24"/>
  </w:num>
  <w:num w:numId="15">
    <w:abstractNumId w:val="20"/>
  </w:num>
  <w:num w:numId="16">
    <w:abstractNumId w:val="14"/>
  </w:num>
  <w:num w:numId="17">
    <w:abstractNumId w:val="8"/>
  </w:num>
  <w:num w:numId="18">
    <w:abstractNumId w:val="13"/>
  </w:num>
  <w:num w:numId="19">
    <w:abstractNumId w:val="10"/>
  </w:num>
  <w:num w:numId="20">
    <w:abstractNumId w:val="26"/>
  </w:num>
  <w:num w:numId="21">
    <w:abstractNumId w:val="6"/>
  </w:num>
  <w:num w:numId="22">
    <w:abstractNumId w:val="23"/>
  </w:num>
  <w:num w:numId="23">
    <w:abstractNumId w:val="11"/>
  </w:num>
  <w:num w:numId="24">
    <w:abstractNumId w:val="15"/>
  </w:num>
  <w:num w:numId="25">
    <w:abstractNumId w:val="25"/>
  </w:num>
  <w:num w:numId="26">
    <w:abstractNumId w:val="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A0B7F"/>
    <w:rsid w:val="000B2C8B"/>
    <w:rsid w:val="001E4F75"/>
    <w:rsid w:val="00224A5F"/>
    <w:rsid w:val="00237A7E"/>
    <w:rsid w:val="002454E0"/>
    <w:rsid w:val="002608B7"/>
    <w:rsid w:val="0028190D"/>
    <w:rsid w:val="0028639A"/>
    <w:rsid w:val="002A1DCD"/>
    <w:rsid w:val="002C4ED8"/>
    <w:rsid w:val="002D0882"/>
    <w:rsid w:val="00307FB4"/>
    <w:rsid w:val="00316CC2"/>
    <w:rsid w:val="00335704"/>
    <w:rsid w:val="003D7D31"/>
    <w:rsid w:val="003F39B8"/>
    <w:rsid w:val="00401B10"/>
    <w:rsid w:val="00414A1F"/>
    <w:rsid w:val="004B29E7"/>
    <w:rsid w:val="004B658C"/>
    <w:rsid w:val="004E1480"/>
    <w:rsid w:val="0051657B"/>
    <w:rsid w:val="00570FB8"/>
    <w:rsid w:val="005C02BB"/>
    <w:rsid w:val="005C4CBE"/>
    <w:rsid w:val="006006B3"/>
    <w:rsid w:val="00643719"/>
    <w:rsid w:val="00674AF3"/>
    <w:rsid w:val="006A0ACD"/>
    <w:rsid w:val="006F794C"/>
    <w:rsid w:val="008C13D7"/>
    <w:rsid w:val="008C3295"/>
    <w:rsid w:val="008D2BEB"/>
    <w:rsid w:val="008F3C42"/>
    <w:rsid w:val="0090508E"/>
    <w:rsid w:val="00994DC1"/>
    <w:rsid w:val="009A0C5B"/>
    <w:rsid w:val="009B085C"/>
    <w:rsid w:val="009E3A30"/>
    <w:rsid w:val="00A41984"/>
    <w:rsid w:val="00A90A8F"/>
    <w:rsid w:val="00AF0E8C"/>
    <w:rsid w:val="00BC2B4F"/>
    <w:rsid w:val="00C120D5"/>
    <w:rsid w:val="00C510D4"/>
    <w:rsid w:val="00C92D93"/>
    <w:rsid w:val="00CC303C"/>
    <w:rsid w:val="00CC6946"/>
    <w:rsid w:val="00CD5617"/>
    <w:rsid w:val="00CF426C"/>
    <w:rsid w:val="00CF4C1E"/>
    <w:rsid w:val="00D27CB7"/>
    <w:rsid w:val="00D654DF"/>
    <w:rsid w:val="00D7779B"/>
    <w:rsid w:val="00D801CF"/>
    <w:rsid w:val="00D91126"/>
    <w:rsid w:val="00DB2E14"/>
    <w:rsid w:val="00DC7D33"/>
    <w:rsid w:val="00DD6FE2"/>
    <w:rsid w:val="00F140DD"/>
    <w:rsid w:val="00F314F3"/>
    <w:rsid w:val="00FC3B8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124A3DD-D539-402A-9AA4-6F548CEC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6C2BCC03.dotm</Template>
  <TotalTime>0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2012-05-01T14:47:00Z</cp:lastPrinted>
  <dcterms:created xsi:type="dcterms:W3CDTF">2012-06-28T14:31:00Z</dcterms:created>
  <dcterms:modified xsi:type="dcterms:W3CDTF">2012-06-28T14:31:00Z</dcterms:modified>
</cp:coreProperties>
</file>